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5F773" w14:textId="75A14480" w:rsidR="0013400A" w:rsidRPr="00D449FC" w:rsidRDefault="0013400A" w:rsidP="0013400A">
      <w:pPr>
        <w:rPr>
          <w:rFonts w:ascii="Times New Roman" w:hAnsi="Times New Roman" w:cs="Times New Roman"/>
          <w:lang w:val="et-EE"/>
        </w:rPr>
      </w:pPr>
    </w:p>
    <w:p w14:paraId="46CDD12C" w14:textId="60DE5A53" w:rsidR="00D449FC" w:rsidRPr="00D449FC" w:rsidRDefault="00D449FC" w:rsidP="0013400A">
      <w:pPr>
        <w:rPr>
          <w:rFonts w:ascii="Times New Roman" w:hAnsi="Times New Roman" w:cs="Times New Roman"/>
          <w:lang w:val="et-EE"/>
        </w:rPr>
      </w:pPr>
    </w:p>
    <w:p w14:paraId="4D3C1E15" w14:textId="77777777" w:rsidR="00D449FC" w:rsidRPr="00D449FC" w:rsidRDefault="00D449FC" w:rsidP="0013400A">
      <w:pPr>
        <w:rPr>
          <w:rFonts w:ascii="Times New Roman" w:hAnsi="Times New Roman" w:cs="Times New Roman"/>
          <w:lang w:val="et-EE"/>
        </w:rPr>
      </w:pPr>
    </w:p>
    <w:p w14:paraId="6659DA4A" w14:textId="20184677" w:rsidR="00175BE4" w:rsidRPr="00D449FC" w:rsidRDefault="00175BE4" w:rsidP="0013400A">
      <w:pPr>
        <w:rPr>
          <w:rFonts w:ascii="Times New Roman" w:hAnsi="Times New Roman" w:cs="Times New Roman"/>
          <w:lang w:val="et-EE"/>
        </w:rPr>
      </w:pPr>
    </w:p>
    <w:p w14:paraId="5E540730" w14:textId="77777777" w:rsidR="00175BE4" w:rsidRPr="00D449FC" w:rsidRDefault="00175BE4" w:rsidP="0013400A">
      <w:pPr>
        <w:rPr>
          <w:rFonts w:ascii="Times New Roman" w:hAnsi="Times New Roman" w:cs="Times New Roman"/>
          <w:lang w:val="et-EE"/>
        </w:rPr>
      </w:pPr>
    </w:p>
    <w:p w14:paraId="4E9F9209" w14:textId="77777777" w:rsidR="00253EC4" w:rsidRPr="00D449FC" w:rsidRDefault="00175BE4" w:rsidP="0013400A">
      <w:pPr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Riigimetsa Majandamise Keskus</w:t>
      </w:r>
    </w:p>
    <w:p w14:paraId="4FED6AA8" w14:textId="2C99144D" w:rsidR="0024569D" w:rsidRPr="00D449FC" w:rsidRDefault="00253EC4" w:rsidP="0013400A">
      <w:pPr>
        <w:rPr>
          <w:rFonts w:ascii="Times New Roman" w:hAnsi="Times New Roman" w:cs="Times New Roman"/>
          <w:lang w:val="et-EE"/>
        </w:rPr>
      </w:pPr>
      <w:hyperlink r:id="rId8" w:history="1">
        <w:r w:rsidRPr="00D449FC">
          <w:rPr>
            <w:rStyle w:val="Hperlink"/>
            <w:rFonts w:ascii="Times New Roman" w:hAnsi="Times New Roman" w:cs="Times New Roman"/>
            <w:lang w:val="et-EE"/>
          </w:rPr>
          <w:t>alutaguse@rmk.ee</w:t>
        </w:r>
      </w:hyperlink>
      <w:r w:rsidRPr="00D449FC">
        <w:rPr>
          <w:rFonts w:ascii="Times New Roman" w:hAnsi="Times New Roman" w:cs="Times New Roman"/>
          <w:lang w:val="et-EE"/>
        </w:rPr>
        <w:t xml:space="preserve"> </w:t>
      </w:r>
      <w:r w:rsidRPr="00D449FC">
        <w:rPr>
          <w:rFonts w:ascii="Times New Roman" w:hAnsi="Times New Roman" w:cs="Times New Roman"/>
          <w:lang w:val="et-EE"/>
        </w:rPr>
        <w:tab/>
      </w:r>
      <w:r w:rsidR="003A76D0" w:rsidRPr="00D449FC">
        <w:rPr>
          <w:rFonts w:ascii="Times New Roman" w:hAnsi="Times New Roman" w:cs="Times New Roman"/>
          <w:lang w:val="et-EE"/>
        </w:rPr>
        <w:tab/>
      </w:r>
      <w:r w:rsidR="00CD4B6F" w:rsidRPr="00D449FC">
        <w:rPr>
          <w:rFonts w:ascii="Times New Roman" w:hAnsi="Times New Roman" w:cs="Times New Roman"/>
          <w:lang w:val="et-EE"/>
        </w:rPr>
        <w:tab/>
      </w:r>
      <w:r w:rsidR="0062594E" w:rsidRPr="00D449FC">
        <w:rPr>
          <w:rFonts w:ascii="Times New Roman" w:hAnsi="Times New Roman" w:cs="Times New Roman"/>
          <w:lang w:val="et-EE"/>
        </w:rPr>
        <w:tab/>
      </w:r>
      <w:r w:rsidR="0062594E" w:rsidRPr="00D449FC">
        <w:rPr>
          <w:rFonts w:ascii="Times New Roman" w:hAnsi="Times New Roman" w:cs="Times New Roman"/>
          <w:lang w:val="et-EE"/>
        </w:rPr>
        <w:tab/>
      </w:r>
      <w:r w:rsidR="00540079" w:rsidRPr="00D449FC">
        <w:rPr>
          <w:rFonts w:ascii="Times New Roman" w:hAnsi="Times New Roman" w:cs="Times New Roman"/>
          <w:lang w:val="et-EE"/>
        </w:rPr>
        <w:tab/>
      </w:r>
      <w:r w:rsidR="00540079" w:rsidRPr="00D449FC">
        <w:rPr>
          <w:rFonts w:ascii="Times New Roman" w:hAnsi="Times New Roman" w:cs="Times New Roman"/>
          <w:lang w:val="et-EE"/>
        </w:rPr>
        <w:tab/>
      </w:r>
      <w:r w:rsidR="008A5F04" w:rsidRPr="00D449FC">
        <w:rPr>
          <w:rFonts w:ascii="Times New Roman" w:hAnsi="Times New Roman" w:cs="Times New Roman"/>
          <w:lang w:val="et-EE"/>
        </w:rPr>
        <w:tab/>
        <w:t xml:space="preserve"> </w:t>
      </w:r>
      <w:r w:rsidRPr="00D449FC">
        <w:rPr>
          <w:rFonts w:ascii="Times New Roman" w:hAnsi="Times New Roman" w:cs="Times New Roman"/>
          <w:lang w:val="et-EE"/>
        </w:rPr>
        <w:t>03</w:t>
      </w:r>
      <w:r w:rsidR="00E54C44" w:rsidRPr="00D449FC">
        <w:rPr>
          <w:rFonts w:ascii="Times New Roman" w:hAnsi="Times New Roman" w:cs="Times New Roman"/>
          <w:lang w:val="et-EE"/>
        </w:rPr>
        <w:t>.0</w:t>
      </w:r>
      <w:r w:rsidRPr="00D449FC">
        <w:rPr>
          <w:rFonts w:ascii="Times New Roman" w:hAnsi="Times New Roman" w:cs="Times New Roman"/>
          <w:lang w:val="et-EE"/>
        </w:rPr>
        <w:t>2</w:t>
      </w:r>
      <w:r w:rsidR="00E54C44" w:rsidRPr="00D449FC">
        <w:rPr>
          <w:rFonts w:ascii="Times New Roman" w:hAnsi="Times New Roman" w:cs="Times New Roman"/>
          <w:lang w:val="et-EE"/>
        </w:rPr>
        <w:t>.202</w:t>
      </w:r>
      <w:r w:rsidRPr="00D449FC">
        <w:rPr>
          <w:rFonts w:ascii="Times New Roman" w:hAnsi="Times New Roman" w:cs="Times New Roman"/>
          <w:lang w:val="et-EE"/>
        </w:rPr>
        <w:t>3</w:t>
      </w:r>
      <w:r w:rsidR="0024569D" w:rsidRPr="00D449FC">
        <w:rPr>
          <w:rFonts w:ascii="Times New Roman" w:hAnsi="Times New Roman" w:cs="Times New Roman"/>
          <w:lang w:val="et-EE"/>
        </w:rPr>
        <w:t xml:space="preserve"> nr 7-6/</w:t>
      </w:r>
      <w:r w:rsidR="008A5F04" w:rsidRPr="00D449FC">
        <w:rPr>
          <w:rFonts w:ascii="Times New Roman" w:hAnsi="Times New Roman" w:cs="Times New Roman"/>
          <w:lang w:val="et-EE"/>
        </w:rPr>
        <w:t>31-1</w:t>
      </w:r>
    </w:p>
    <w:p w14:paraId="622186EC" w14:textId="07AC8F9D" w:rsidR="00A730DE" w:rsidRPr="00D449FC" w:rsidRDefault="00A730DE" w:rsidP="00A730DE">
      <w:pPr>
        <w:rPr>
          <w:rFonts w:ascii="Times New Roman" w:hAnsi="Times New Roman" w:cs="Times New Roman"/>
          <w:lang w:val="et-EE"/>
        </w:rPr>
      </w:pPr>
    </w:p>
    <w:p w14:paraId="020E3203" w14:textId="77777777" w:rsidR="00D449FC" w:rsidRPr="00D449FC" w:rsidRDefault="00D449FC" w:rsidP="00A730DE">
      <w:pPr>
        <w:rPr>
          <w:rFonts w:ascii="Times New Roman" w:hAnsi="Times New Roman" w:cs="Times New Roman"/>
          <w:lang w:val="et-EE"/>
        </w:rPr>
      </w:pPr>
    </w:p>
    <w:p w14:paraId="3B41E80C" w14:textId="77777777" w:rsidR="00A730DE" w:rsidRPr="00D449FC" w:rsidRDefault="00A730DE" w:rsidP="00A730DE">
      <w:pPr>
        <w:rPr>
          <w:rFonts w:ascii="Times New Roman" w:hAnsi="Times New Roman" w:cs="Times New Roman"/>
          <w:lang w:val="et-EE"/>
        </w:rPr>
      </w:pPr>
    </w:p>
    <w:p w14:paraId="61CFFAAF" w14:textId="42146D3C" w:rsidR="00A730DE" w:rsidRPr="00D449FC" w:rsidRDefault="00877121" w:rsidP="00A730DE">
      <w:pPr>
        <w:jc w:val="both"/>
        <w:rPr>
          <w:rFonts w:ascii="Times New Roman" w:hAnsi="Times New Roman" w:cs="Times New Roman"/>
          <w:b/>
          <w:lang w:val="et-EE"/>
        </w:rPr>
      </w:pPr>
      <w:r w:rsidRPr="00D449FC">
        <w:rPr>
          <w:rFonts w:ascii="Times New Roman" w:hAnsi="Times New Roman" w:cs="Times New Roman"/>
          <w:b/>
          <w:lang w:val="et-EE"/>
        </w:rPr>
        <w:t>Planeeringuala piiri muudatuse ettepanek (</w:t>
      </w:r>
      <w:r w:rsidR="0013400A" w:rsidRPr="00D449FC">
        <w:rPr>
          <w:rFonts w:ascii="Times New Roman" w:hAnsi="Times New Roman" w:cs="Times New Roman"/>
          <w:b/>
          <w:lang w:val="et-EE"/>
        </w:rPr>
        <w:t xml:space="preserve">Jahi ja Mudajärve kinnistute </w:t>
      </w:r>
      <w:r w:rsidR="00253EC4" w:rsidRPr="00D449FC">
        <w:rPr>
          <w:rFonts w:ascii="Times New Roman" w:hAnsi="Times New Roman" w:cs="Times New Roman"/>
          <w:b/>
          <w:lang w:val="et-EE"/>
        </w:rPr>
        <w:t>d</w:t>
      </w:r>
      <w:r w:rsidR="00A730DE" w:rsidRPr="00D449FC">
        <w:rPr>
          <w:rFonts w:ascii="Times New Roman" w:hAnsi="Times New Roman" w:cs="Times New Roman"/>
          <w:b/>
          <w:lang w:val="et-EE"/>
        </w:rPr>
        <w:t>etailplaneering</w:t>
      </w:r>
      <w:r w:rsidR="008A5F04" w:rsidRPr="00D449FC">
        <w:rPr>
          <w:rFonts w:ascii="Times New Roman" w:hAnsi="Times New Roman" w:cs="Times New Roman"/>
          <w:b/>
          <w:lang w:val="et-EE"/>
        </w:rPr>
        <w:t>)</w:t>
      </w:r>
    </w:p>
    <w:p w14:paraId="02D0E62B" w14:textId="77777777" w:rsidR="00B15DE5" w:rsidRPr="00D449FC" w:rsidRDefault="00B15DE5" w:rsidP="00A730DE">
      <w:pPr>
        <w:jc w:val="both"/>
        <w:rPr>
          <w:rFonts w:ascii="Times New Roman" w:hAnsi="Times New Roman" w:cs="Times New Roman"/>
          <w:b/>
          <w:lang w:val="et-EE"/>
        </w:rPr>
      </w:pPr>
    </w:p>
    <w:p w14:paraId="793CBD09" w14:textId="2C7CB6E2" w:rsidR="00407784" w:rsidRPr="00D449FC" w:rsidRDefault="00407784" w:rsidP="00407784">
      <w:pPr>
        <w:jc w:val="both"/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 xml:space="preserve">Rannapungerja </w:t>
      </w:r>
      <w:r w:rsidR="00E54C44" w:rsidRPr="00D449FC">
        <w:rPr>
          <w:rFonts w:ascii="Times New Roman" w:hAnsi="Times New Roman" w:cs="Times New Roman"/>
          <w:lang w:val="et-EE"/>
        </w:rPr>
        <w:t xml:space="preserve">küla </w:t>
      </w:r>
      <w:r w:rsidR="0013400A" w:rsidRPr="00D449FC">
        <w:rPr>
          <w:rFonts w:ascii="Times New Roman" w:hAnsi="Times New Roman" w:cs="Times New Roman"/>
          <w:lang w:val="et-EE"/>
        </w:rPr>
        <w:t>Jahi ja Mudajärve</w:t>
      </w:r>
      <w:r w:rsidR="00E54C44" w:rsidRPr="00D449FC">
        <w:rPr>
          <w:rFonts w:ascii="Times New Roman" w:hAnsi="Times New Roman" w:cs="Times New Roman"/>
          <w:lang w:val="et-EE"/>
        </w:rPr>
        <w:t xml:space="preserve"> kinnistu</w:t>
      </w:r>
      <w:r w:rsidR="0013400A" w:rsidRPr="00D449FC">
        <w:rPr>
          <w:rFonts w:ascii="Times New Roman" w:hAnsi="Times New Roman" w:cs="Times New Roman"/>
          <w:lang w:val="et-EE"/>
        </w:rPr>
        <w:t>te</w:t>
      </w:r>
      <w:r w:rsidR="00E54C44" w:rsidRPr="00D449FC">
        <w:rPr>
          <w:rFonts w:ascii="Times New Roman" w:hAnsi="Times New Roman" w:cs="Times New Roman"/>
          <w:lang w:val="et-EE"/>
        </w:rPr>
        <w:t xml:space="preserve"> detailplaneering</w:t>
      </w:r>
      <w:r w:rsidRPr="00D449FC">
        <w:rPr>
          <w:rFonts w:ascii="Times New Roman" w:hAnsi="Times New Roman" w:cs="Times New Roman"/>
          <w:lang w:val="et-EE"/>
        </w:rPr>
        <w:t>u varasemas lahenduses oli kavandatud planeeringu alalt avalikud</w:t>
      </w:r>
      <w:r w:rsidR="00D449FC">
        <w:rPr>
          <w:rFonts w:ascii="Times New Roman" w:hAnsi="Times New Roman" w:cs="Times New Roman"/>
          <w:lang w:val="et-EE"/>
        </w:rPr>
        <w:t xml:space="preserve"> juurdepääsud</w:t>
      </w:r>
      <w:r w:rsidRPr="00D449FC">
        <w:rPr>
          <w:rFonts w:ascii="Times New Roman" w:hAnsi="Times New Roman" w:cs="Times New Roman"/>
          <w:lang w:val="et-EE"/>
        </w:rPr>
        <w:t xml:space="preserve"> Peipsi järve kallasrajale. </w:t>
      </w:r>
      <w:r w:rsidR="00D449FC" w:rsidRPr="00D449FC">
        <w:rPr>
          <w:rFonts w:ascii="Times New Roman" w:hAnsi="Times New Roman" w:cs="Times New Roman"/>
          <w:lang w:val="et-EE"/>
        </w:rPr>
        <w:t xml:space="preserve">Mõlemad läbivad </w:t>
      </w:r>
      <w:r w:rsidR="00D449FC" w:rsidRPr="00D449FC">
        <w:rPr>
          <w:rFonts w:ascii="Times New Roman" w:hAnsi="Times New Roman" w:cs="Times New Roman"/>
          <w:lang w:val="et-EE"/>
        </w:rPr>
        <w:t>Iisaku metskond 45 (81501:005:0279)</w:t>
      </w:r>
      <w:r w:rsidR="00D449FC" w:rsidRPr="00D449FC">
        <w:rPr>
          <w:rFonts w:ascii="Times New Roman" w:hAnsi="Times New Roman" w:cs="Times New Roman"/>
          <w:lang w:val="et-EE"/>
        </w:rPr>
        <w:t xml:space="preserve"> kinnistut, kuid jäävad esialgsest planeeringualast väljapoole. </w:t>
      </w:r>
      <w:r w:rsidRPr="00D449FC">
        <w:rPr>
          <w:rFonts w:ascii="Times New Roman" w:hAnsi="Times New Roman" w:cs="Times New Roman"/>
          <w:lang w:val="et-EE"/>
        </w:rPr>
        <w:t xml:space="preserve">Looduskaitseseaduse </w:t>
      </w:r>
      <w:r w:rsidR="00C06E0B" w:rsidRPr="00D449FC">
        <w:rPr>
          <w:rFonts w:ascii="Times New Roman" w:hAnsi="Times New Roman" w:cs="Times New Roman"/>
          <w:lang w:val="et-EE"/>
        </w:rPr>
        <w:t>§ 38</w:t>
      </w:r>
      <w:r w:rsidR="00C06E0B" w:rsidRPr="00D449FC">
        <w:rPr>
          <w:rFonts w:ascii="Times New Roman" w:hAnsi="Times New Roman" w:cs="Times New Roman"/>
          <w:lang w:val="et-EE"/>
        </w:rPr>
        <w:t xml:space="preserve"> lõike 5 punkt 10 alusel on võimalik avaliku kasutusega </w:t>
      </w:r>
      <w:proofErr w:type="spellStart"/>
      <w:r w:rsidR="00C06E0B" w:rsidRPr="00D449FC">
        <w:rPr>
          <w:rFonts w:ascii="Times New Roman" w:hAnsi="Times New Roman" w:cs="Times New Roman"/>
          <w:lang w:val="et-EE"/>
        </w:rPr>
        <w:t>randapääs</w:t>
      </w:r>
      <w:proofErr w:type="spellEnd"/>
      <w:r w:rsidR="00C06E0B" w:rsidRPr="00D449FC">
        <w:rPr>
          <w:rFonts w:ascii="Times New Roman" w:hAnsi="Times New Roman" w:cs="Times New Roman"/>
          <w:lang w:val="et-EE"/>
        </w:rPr>
        <w:t xml:space="preserve"> rajada, kui see on </w:t>
      </w:r>
      <w:r w:rsidR="00D449FC" w:rsidRPr="00D449FC">
        <w:rPr>
          <w:rFonts w:ascii="Times New Roman" w:hAnsi="Times New Roman" w:cs="Times New Roman"/>
          <w:lang w:val="et-EE"/>
        </w:rPr>
        <w:t xml:space="preserve">kavandatud </w:t>
      </w:r>
      <w:r w:rsidR="00C06E0B" w:rsidRPr="00D449FC">
        <w:rPr>
          <w:rFonts w:ascii="Times New Roman" w:hAnsi="Times New Roman" w:cs="Times New Roman"/>
          <w:lang w:val="et-EE"/>
        </w:rPr>
        <w:t>detail</w:t>
      </w:r>
      <w:r w:rsidR="00D449FC" w:rsidRPr="00D449FC">
        <w:rPr>
          <w:rFonts w:ascii="Times New Roman" w:hAnsi="Times New Roman" w:cs="Times New Roman"/>
          <w:lang w:val="et-EE"/>
        </w:rPr>
        <w:t>- või üld</w:t>
      </w:r>
      <w:r w:rsidR="00C06E0B" w:rsidRPr="00D449FC">
        <w:rPr>
          <w:rFonts w:ascii="Times New Roman" w:hAnsi="Times New Roman" w:cs="Times New Roman"/>
          <w:lang w:val="et-EE"/>
        </w:rPr>
        <w:t xml:space="preserve">planeeringuga. Sellest tulenevalt teeme ettepaneku </w:t>
      </w:r>
      <w:r w:rsidR="00D449FC" w:rsidRPr="00D449FC">
        <w:rPr>
          <w:rFonts w:ascii="Times New Roman" w:hAnsi="Times New Roman" w:cs="Times New Roman"/>
          <w:lang w:val="et-EE"/>
        </w:rPr>
        <w:t xml:space="preserve">korrigeerida planeeringuala piiri ja laiendada planeeringuala läänepoolse juurdepääsu osas osaliselt </w:t>
      </w:r>
      <w:r w:rsidR="00D449FC" w:rsidRPr="00D449FC">
        <w:rPr>
          <w:rFonts w:ascii="Times New Roman" w:hAnsi="Times New Roman" w:cs="Times New Roman"/>
          <w:lang w:val="et-EE"/>
        </w:rPr>
        <w:t>Iisaku metskond 45</w:t>
      </w:r>
      <w:r w:rsidR="00D449FC" w:rsidRPr="00D449FC">
        <w:rPr>
          <w:rFonts w:ascii="Times New Roman" w:hAnsi="Times New Roman" w:cs="Times New Roman"/>
          <w:lang w:val="et-EE"/>
        </w:rPr>
        <w:t xml:space="preserve"> (</w:t>
      </w:r>
      <w:r w:rsidR="00D449FC" w:rsidRPr="00D449FC">
        <w:rPr>
          <w:rFonts w:ascii="Times New Roman" w:hAnsi="Times New Roman" w:cs="Times New Roman"/>
          <w:lang w:val="et-EE"/>
        </w:rPr>
        <w:t>81501:005:0279</w:t>
      </w:r>
      <w:r w:rsidR="00D449FC" w:rsidRPr="00D449FC">
        <w:rPr>
          <w:rFonts w:ascii="Times New Roman" w:hAnsi="Times New Roman" w:cs="Times New Roman"/>
          <w:lang w:val="et-EE"/>
        </w:rPr>
        <w:t>)</w:t>
      </w:r>
      <w:r w:rsidR="00D449FC">
        <w:rPr>
          <w:rFonts w:ascii="Times New Roman" w:hAnsi="Times New Roman" w:cs="Times New Roman"/>
          <w:lang w:val="et-EE"/>
        </w:rPr>
        <w:t xml:space="preserve"> kinnistule</w:t>
      </w:r>
      <w:r w:rsidR="00D449FC" w:rsidRPr="00D449FC">
        <w:rPr>
          <w:rFonts w:ascii="Times New Roman" w:hAnsi="Times New Roman" w:cs="Times New Roman"/>
          <w:lang w:val="et-EE"/>
        </w:rPr>
        <w:t xml:space="preserve">. Idapoolne juurdepääs on kavandatud Alutaguse valla üldplaneeringuga. </w:t>
      </w:r>
    </w:p>
    <w:p w14:paraId="1A437F09" w14:textId="77777777" w:rsidR="00407784" w:rsidRPr="00D449FC" w:rsidRDefault="00407784" w:rsidP="00407784">
      <w:pPr>
        <w:jc w:val="both"/>
        <w:rPr>
          <w:rFonts w:ascii="Times New Roman" w:hAnsi="Times New Roman" w:cs="Times New Roman"/>
          <w:lang w:val="et-EE"/>
        </w:rPr>
      </w:pPr>
    </w:p>
    <w:p w14:paraId="4BB5C9A3" w14:textId="57B1D099" w:rsidR="00E54C44" w:rsidRPr="00D449FC" w:rsidRDefault="00D449FC" w:rsidP="00E54C44">
      <w:pPr>
        <w:jc w:val="both"/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E</w:t>
      </w:r>
      <w:r w:rsidR="00E54C44" w:rsidRPr="00D449FC">
        <w:rPr>
          <w:rFonts w:ascii="Times New Roman" w:hAnsi="Times New Roman" w:cs="Times New Roman"/>
          <w:lang w:val="et-EE"/>
        </w:rPr>
        <w:t xml:space="preserve">sitame </w:t>
      </w:r>
      <w:r w:rsidRPr="00D449FC">
        <w:rPr>
          <w:rFonts w:ascii="Times New Roman" w:hAnsi="Times New Roman" w:cs="Times New Roman"/>
          <w:lang w:val="et-EE"/>
        </w:rPr>
        <w:t xml:space="preserve">planeeringuala muudatuse ettepaneku Riigimetsa Majandamise Keskusele </w:t>
      </w:r>
      <w:r w:rsidR="00E54C44" w:rsidRPr="00D449FC">
        <w:rPr>
          <w:rFonts w:ascii="Times New Roman" w:hAnsi="Times New Roman" w:cs="Times New Roman"/>
          <w:lang w:val="et-EE"/>
        </w:rPr>
        <w:t>kooskõlastamiseks</w:t>
      </w:r>
      <w:r w:rsidRPr="00D449FC">
        <w:rPr>
          <w:rFonts w:ascii="Times New Roman" w:hAnsi="Times New Roman" w:cs="Times New Roman"/>
          <w:lang w:val="et-EE"/>
        </w:rPr>
        <w:t xml:space="preserve"> (põhijoonis lisatud kirjale)</w:t>
      </w:r>
      <w:r w:rsidR="00E54C44" w:rsidRPr="00D449FC">
        <w:rPr>
          <w:rFonts w:ascii="Times New Roman" w:hAnsi="Times New Roman" w:cs="Times New Roman"/>
          <w:lang w:val="et-EE"/>
        </w:rPr>
        <w:t>.</w:t>
      </w:r>
      <w:r w:rsidR="00E54C44" w:rsidRPr="00D449FC">
        <w:rPr>
          <w:rFonts w:ascii="Times New Roman" w:hAnsi="Times New Roman" w:cs="Times New Roman"/>
          <w:color w:val="000000" w:themeColor="text1"/>
          <w:lang w:val="et-EE"/>
        </w:rPr>
        <w:t xml:space="preserve"> </w:t>
      </w:r>
    </w:p>
    <w:p w14:paraId="1C5DBC9E" w14:textId="77777777" w:rsidR="0013400A" w:rsidRPr="00D449FC" w:rsidRDefault="0013400A" w:rsidP="00E54C44">
      <w:pPr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5319B258" w14:textId="5B9C697A" w:rsidR="0062594E" w:rsidRPr="00D449FC" w:rsidRDefault="0062594E" w:rsidP="00CD4B6F">
      <w:pPr>
        <w:rPr>
          <w:rFonts w:ascii="Times New Roman" w:hAnsi="Times New Roman" w:cs="Times New Roman"/>
          <w:lang w:val="et-EE"/>
        </w:rPr>
      </w:pPr>
    </w:p>
    <w:p w14:paraId="1A875CBE" w14:textId="77777777" w:rsidR="00D449FC" w:rsidRPr="00D449FC" w:rsidRDefault="00D449FC" w:rsidP="00CD4B6F">
      <w:pPr>
        <w:rPr>
          <w:rFonts w:ascii="Times New Roman" w:hAnsi="Times New Roman" w:cs="Times New Roman"/>
          <w:lang w:val="et-EE"/>
        </w:rPr>
      </w:pPr>
    </w:p>
    <w:p w14:paraId="1BDBB59C" w14:textId="77777777" w:rsidR="00CD4B6F" w:rsidRPr="00D449FC" w:rsidRDefault="00CD4B6F" w:rsidP="00CD4B6F">
      <w:pPr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Lugupidamisega</w:t>
      </w:r>
    </w:p>
    <w:p w14:paraId="56D2DAC4" w14:textId="77777777" w:rsidR="00CD4B6F" w:rsidRPr="00D449FC" w:rsidRDefault="00CD4B6F" w:rsidP="00CD4B6F">
      <w:pPr>
        <w:rPr>
          <w:rFonts w:ascii="Times New Roman" w:hAnsi="Times New Roman" w:cs="Times New Roman"/>
          <w:lang w:val="et-EE"/>
        </w:rPr>
      </w:pPr>
    </w:p>
    <w:p w14:paraId="721F7AC6" w14:textId="77777777" w:rsidR="00CD4B6F" w:rsidRPr="00D449FC" w:rsidRDefault="00CD4B6F" w:rsidP="00CD4B6F">
      <w:pPr>
        <w:rPr>
          <w:rFonts w:ascii="Times New Roman" w:hAnsi="Times New Roman" w:cs="Times New Roman"/>
          <w:i/>
          <w:lang w:val="et-EE"/>
        </w:rPr>
      </w:pPr>
      <w:r w:rsidRPr="00D449FC">
        <w:rPr>
          <w:rFonts w:ascii="Times New Roman" w:hAnsi="Times New Roman" w:cs="Times New Roman"/>
          <w:i/>
          <w:lang w:val="et-EE"/>
        </w:rPr>
        <w:t>/allkirjastatud digitaalselt/</w:t>
      </w:r>
    </w:p>
    <w:p w14:paraId="3CB5FB83" w14:textId="77777777" w:rsidR="00CD4B6F" w:rsidRPr="00D449FC" w:rsidRDefault="00CD4B6F" w:rsidP="00CD4B6F">
      <w:pPr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Liina Talistu</w:t>
      </w:r>
    </w:p>
    <w:p w14:paraId="2C7E948D" w14:textId="77777777" w:rsidR="00CD4B6F" w:rsidRPr="00D449FC" w:rsidRDefault="00CD4B6F" w:rsidP="00CD4B6F">
      <w:pPr>
        <w:rPr>
          <w:rFonts w:ascii="Times New Roman" w:hAnsi="Times New Roman" w:cs="Times New Roman"/>
          <w:lang w:val="et-EE"/>
        </w:rPr>
      </w:pPr>
      <w:proofErr w:type="spellStart"/>
      <w:r w:rsidRPr="00D449FC">
        <w:rPr>
          <w:rFonts w:ascii="Times New Roman" w:hAnsi="Times New Roman" w:cs="Times New Roman"/>
          <w:lang w:val="et-EE"/>
        </w:rPr>
        <w:t>Geoinfospetsialist</w:t>
      </w:r>
      <w:proofErr w:type="spellEnd"/>
    </w:p>
    <w:p w14:paraId="0F15B566" w14:textId="77777777" w:rsidR="00CD4B6F" w:rsidRPr="00D449FC" w:rsidRDefault="00CD4B6F" w:rsidP="00CD4B6F">
      <w:pPr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+372 33 66 924, +372 56 203 048</w:t>
      </w:r>
    </w:p>
    <w:p w14:paraId="4EDCCB2B" w14:textId="0AB73B96" w:rsidR="00B15DE5" w:rsidRPr="00D449FC" w:rsidRDefault="00D449FC" w:rsidP="00E54C44">
      <w:pPr>
        <w:rPr>
          <w:rFonts w:ascii="Times New Roman" w:hAnsi="Times New Roman" w:cs="Times New Roman"/>
          <w:lang w:val="et-EE"/>
        </w:rPr>
      </w:pPr>
      <w:hyperlink r:id="rId9" w:history="1">
        <w:r w:rsidR="00CD4B6F" w:rsidRPr="00D449FC">
          <w:rPr>
            <w:rStyle w:val="Hperlink"/>
            <w:rFonts w:ascii="Times New Roman" w:hAnsi="Times New Roman" w:cs="Times New Roman"/>
            <w:lang w:val="et-EE"/>
          </w:rPr>
          <w:t>liina.talistu@alutagusevald.ee</w:t>
        </w:r>
      </w:hyperlink>
      <w:r w:rsidR="00CD4B6F" w:rsidRPr="00D449FC">
        <w:rPr>
          <w:rFonts w:ascii="Times New Roman" w:hAnsi="Times New Roman" w:cs="Times New Roman"/>
          <w:lang w:val="et-EE"/>
        </w:rPr>
        <w:t xml:space="preserve"> </w:t>
      </w:r>
    </w:p>
    <w:p w14:paraId="3275A1C4" w14:textId="65CB9F7D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4FB25C98" w14:textId="0897196D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27B714C9" w14:textId="35A5209D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1AE0E65A" w14:textId="40F1D0D4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17E52F75" w14:textId="4E5A5832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7AF654F2" w14:textId="5725BF80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5E306771" w14:textId="01FD4102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6BB38CDE" w14:textId="623001C2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66C0499D" w14:textId="79D4F994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7A779208" w14:textId="582A3311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65F5FE3F" w14:textId="0DECD5E5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</w:p>
    <w:p w14:paraId="51D67421" w14:textId="2B31E9D6" w:rsidR="00D449FC" w:rsidRPr="00D449FC" w:rsidRDefault="00D449FC" w:rsidP="00E54C44">
      <w:pPr>
        <w:rPr>
          <w:rFonts w:ascii="Times New Roman" w:hAnsi="Times New Roman" w:cs="Times New Roman"/>
          <w:lang w:val="et-EE"/>
        </w:rPr>
      </w:pPr>
    </w:p>
    <w:p w14:paraId="3CD9C3C1" w14:textId="0937A799" w:rsidR="00D449FC" w:rsidRPr="00D449FC" w:rsidRDefault="00D449FC" w:rsidP="00E54C44">
      <w:pPr>
        <w:rPr>
          <w:rFonts w:ascii="Times New Roman" w:hAnsi="Times New Roman" w:cs="Times New Roman"/>
          <w:lang w:val="et-EE"/>
        </w:rPr>
      </w:pPr>
    </w:p>
    <w:p w14:paraId="37253BF3" w14:textId="77777777" w:rsidR="00D449FC" w:rsidRPr="00D449FC" w:rsidRDefault="00D449FC" w:rsidP="00E54C44">
      <w:pPr>
        <w:rPr>
          <w:rFonts w:ascii="Times New Roman" w:hAnsi="Times New Roman" w:cs="Times New Roman"/>
          <w:lang w:val="et-EE"/>
        </w:rPr>
      </w:pPr>
    </w:p>
    <w:p w14:paraId="7126BBDD" w14:textId="06DAAB5D" w:rsidR="008A5F04" w:rsidRPr="00D449FC" w:rsidRDefault="008A5F04" w:rsidP="00E54C44">
      <w:pPr>
        <w:rPr>
          <w:rFonts w:ascii="Times New Roman" w:hAnsi="Times New Roman" w:cs="Times New Roman"/>
          <w:lang w:val="et-EE"/>
        </w:rPr>
      </w:pPr>
      <w:r w:rsidRPr="00D449FC">
        <w:rPr>
          <w:rFonts w:ascii="Times New Roman" w:hAnsi="Times New Roman" w:cs="Times New Roman"/>
          <w:lang w:val="et-EE"/>
        </w:rPr>
        <w:t>Lisa:</w:t>
      </w:r>
      <w:r w:rsidR="00D449FC" w:rsidRPr="00D449FC">
        <w:rPr>
          <w:rFonts w:ascii="Times New Roman" w:hAnsi="Times New Roman" w:cs="Times New Roman"/>
          <w:lang w:val="et-EE"/>
        </w:rPr>
        <w:t xml:space="preserve"> Jahi ja Mudajärve kinnistute detailplaneeringu põhijoonis (joonis 4).</w:t>
      </w:r>
    </w:p>
    <w:sectPr w:rsidR="008A5F04" w:rsidRPr="00D449FC" w:rsidSect="00962798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DCE2" w14:textId="77777777" w:rsidR="00EA7C34" w:rsidRDefault="00EA7C34" w:rsidP="00482722">
      <w:r>
        <w:separator/>
      </w:r>
    </w:p>
  </w:endnote>
  <w:endnote w:type="continuationSeparator" w:id="0">
    <w:p w14:paraId="59ADA191" w14:textId="77777777" w:rsidR="00EA7C34" w:rsidRDefault="00EA7C34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049356"/>
      <w:docPartObj>
        <w:docPartGallery w:val="Page Numbers (Bottom of Page)"/>
        <w:docPartUnique/>
      </w:docPartObj>
    </w:sdtPr>
    <w:sdtEndPr/>
    <w:sdtContent>
      <w:p w14:paraId="79B01FBF" w14:textId="77777777"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079" w:rsidRPr="00540079">
          <w:rPr>
            <w:noProof/>
            <w:lang w:val="et-EE"/>
          </w:rPr>
          <w:t>2</w:t>
        </w:r>
        <w:r>
          <w:fldChar w:fldCharType="end"/>
        </w:r>
      </w:p>
    </w:sdtContent>
  </w:sdt>
  <w:p w14:paraId="74BEE057" w14:textId="77777777"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8A01" w14:textId="77777777"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14:paraId="28621436" w14:textId="77777777" w:rsidTr="008E6B81">
      <w:trPr>
        <w:trHeight w:val="284"/>
      </w:trPr>
      <w:tc>
        <w:tcPr>
          <w:tcW w:w="3794" w:type="dxa"/>
        </w:tcPr>
        <w:p w14:paraId="080E062F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1D0FE6EF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14:paraId="061B1899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14:paraId="588B5AC8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14:paraId="75268325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61821022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14:paraId="55B1E58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14:paraId="24C0666F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14:paraId="04266EB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14:paraId="51732E43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14:paraId="4AC2A5DE" w14:textId="77777777"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14:paraId="55AE17EF" w14:textId="77777777"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048B" w14:textId="77777777" w:rsidR="00EA7C34" w:rsidRDefault="00EA7C34" w:rsidP="00482722">
      <w:r>
        <w:separator/>
      </w:r>
    </w:p>
  </w:footnote>
  <w:footnote w:type="continuationSeparator" w:id="0">
    <w:p w14:paraId="43E83429" w14:textId="77777777" w:rsidR="00EA7C34" w:rsidRDefault="00EA7C34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FE9B" w14:textId="77777777"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967AA" w14:textId="77777777"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14533F00" wp14:editId="58A48ED5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B2CE8"/>
    <w:multiLevelType w:val="hybridMultilevel"/>
    <w:tmpl w:val="FD648528"/>
    <w:lvl w:ilvl="0" w:tplc="41FCA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628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13D0C"/>
    <w:rsid w:val="00040A9F"/>
    <w:rsid w:val="00080B75"/>
    <w:rsid w:val="00080DB2"/>
    <w:rsid w:val="000905BD"/>
    <w:rsid w:val="000B2C24"/>
    <w:rsid w:val="000E5A6D"/>
    <w:rsid w:val="000F3B18"/>
    <w:rsid w:val="00100939"/>
    <w:rsid w:val="00116AFC"/>
    <w:rsid w:val="0013400A"/>
    <w:rsid w:val="00175BE4"/>
    <w:rsid w:val="001C4DBB"/>
    <w:rsid w:val="0024569D"/>
    <w:rsid w:val="00252EE6"/>
    <w:rsid w:val="00253EC4"/>
    <w:rsid w:val="002B67BD"/>
    <w:rsid w:val="002C4CF8"/>
    <w:rsid w:val="00345BE1"/>
    <w:rsid w:val="003752FB"/>
    <w:rsid w:val="003941B0"/>
    <w:rsid w:val="003A76D0"/>
    <w:rsid w:val="003B6724"/>
    <w:rsid w:val="00407784"/>
    <w:rsid w:val="00412A16"/>
    <w:rsid w:val="004343CB"/>
    <w:rsid w:val="0044415F"/>
    <w:rsid w:val="00482722"/>
    <w:rsid w:val="004C4353"/>
    <w:rsid w:val="004C4CF1"/>
    <w:rsid w:val="004F330B"/>
    <w:rsid w:val="00540079"/>
    <w:rsid w:val="005B24A8"/>
    <w:rsid w:val="005D62D1"/>
    <w:rsid w:val="00621EB3"/>
    <w:rsid w:val="0062594E"/>
    <w:rsid w:val="00657459"/>
    <w:rsid w:val="006C5619"/>
    <w:rsid w:val="006C6ACD"/>
    <w:rsid w:val="00782949"/>
    <w:rsid w:val="007C273B"/>
    <w:rsid w:val="007C4E2E"/>
    <w:rsid w:val="00806B64"/>
    <w:rsid w:val="00837400"/>
    <w:rsid w:val="00846B85"/>
    <w:rsid w:val="00866BB1"/>
    <w:rsid w:val="0087496E"/>
    <w:rsid w:val="00877121"/>
    <w:rsid w:val="00883B0C"/>
    <w:rsid w:val="008A149A"/>
    <w:rsid w:val="008A5F04"/>
    <w:rsid w:val="008B17BE"/>
    <w:rsid w:val="008F2B44"/>
    <w:rsid w:val="00914835"/>
    <w:rsid w:val="00955379"/>
    <w:rsid w:val="00962798"/>
    <w:rsid w:val="009652F0"/>
    <w:rsid w:val="00984379"/>
    <w:rsid w:val="009A7775"/>
    <w:rsid w:val="009F5C87"/>
    <w:rsid w:val="00A00DFD"/>
    <w:rsid w:val="00A23642"/>
    <w:rsid w:val="00A62F46"/>
    <w:rsid w:val="00A730DE"/>
    <w:rsid w:val="00AF22EF"/>
    <w:rsid w:val="00B1361A"/>
    <w:rsid w:val="00B15DE5"/>
    <w:rsid w:val="00B176D7"/>
    <w:rsid w:val="00B347AF"/>
    <w:rsid w:val="00B51354"/>
    <w:rsid w:val="00B960DF"/>
    <w:rsid w:val="00BE1EA4"/>
    <w:rsid w:val="00C06E0B"/>
    <w:rsid w:val="00C21E23"/>
    <w:rsid w:val="00C3152A"/>
    <w:rsid w:val="00C97D72"/>
    <w:rsid w:val="00CA4B15"/>
    <w:rsid w:val="00CC0F83"/>
    <w:rsid w:val="00CD4B6F"/>
    <w:rsid w:val="00CE3D59"/>
    <w:rsid w:val="00D053CD"/>
    <w:rsid w:val="00D079D8"/>
    <w:rsid w:val="00D14C94"/>
    <w:rsid w:val="00D449FC"/>
    <w:rsid w:val="00D8493C"/>
    <w:rsid w:val="00DD2497"/>
    <w:rsid w:val="00E0014D"/>
    <w:rsid w:val="00E40A9F"/>
    <w:rsid w:val="00E54C44"/>
    <w:rsid w:val="00E63451"/>
    <w:rsid w:val="00E66F2D"/>
    <w:rsid w:val="00EA7C34"/>
    <w:rsid w:val="00EC00CA"/>
    <w:rsid w:val="00ED066D"/>
    <w:rsid w:val="00EF1066"/>
    <w:rsid w:val="00F61D7C"/>
    <w:rsid w:val="00F84736"/>
    <w:rsid w:val="00F86584"/>
    <w:rsid w:val="00FC61E2"/>
    <w:rsid w:val="00FD7B36"/>
    <w:rsid w:val="00FE2850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91E93D1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15D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C5619"/>
    <w:pPr>
      <w:ind w:left="720"/>
      <w:contextualSpacing/>
    </w:pPr>
  </w:style>
  <w:style w:type="paragraph" w:styleId="Vahedeta">
    <w:name w:val="No Spacing"/>
    <w:uiPriority w:val="1"/>
    <w:qFormat/>
    <w:rsid w:val="009F5C87"/>
    <w:rPr>
      <w:sz w:val="22"/>
      <w:szCs w:val="2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B15DE5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Tugev">
    <w:name w:val="Strong"/>
    <w:basedOn w:val="Liguvaikefont"/>
    <w:uiPriority w:val="22"/>
    <w:qFormat/>
    <w:rsid w:val="00B15DE5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253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utaguse@rmk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ina.talistu@alutagusevald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CFA596-640E-4E02-8739-DCD08A94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</Template>
  <TotalTime>273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Liina Talistu</cp:lastModifiedBy>
  <cp:revision>6</cp:revision>
  <cp:lastPrinted>2023-02-03T12:07:00Z</cp:lastPrinted>
  <dcterms:created xsi:type="dcterms:W3CDTF">2021-07-12T07:45:00Z</dcterms:created>
  <dcterms:modified xsi:type="dcterms:W3CDTF">2023-02-03T12:08:00Z</dcterms:modified>
</cp:coreProperties>
</file>